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03A58" w:rsidP="00EB1B50" w:rsidRDefault="007D6938" w14:paraId="388BEA63" w14:textId="20F697E6">
      <w:pPr>
        <w:spacing w:line="480" w:lineRule="auto"/>
        <w:jc w:val="center"/>
        <w:rPr>
          <w:lang w:val="fr-CA"/>
        </w:rPr>
      </w:pPr>
      <w:r w:rsidRPr="007D6938">
        <w:rPr>
          <w:lang w:val="fr-CA"/>
        </w:rPr>
        <w:t xml:space="preserve">Guide des participants pour la journée de dialogue </w:t>
      </w:r>
      <w:r w:rsidRPr="00AF7C8E">
        <w:rPr>
          <w:lang w:val="fr-CA"/>
        </w:rPr>
        <w:t xml:space="preserve">d’EDSC avec la communauté d’expression anglaise du </w:t>
      </w:r>
      <w:r w:rsidRPr="00AF7C8E" w:rsidR="00614272">
        <w:rPr>
          <w:lang w:val="fr-CA"/>
        </w:rPr>
        <w:t>Québec</w:t>
      </w:r>
      <w:r w:rsidRPr="00AF7C8E">
        <w:rPr>
          <w:lang w:val="fr-CA"/>
        </w:rPr>
        <w:t>,</w:t>
      </w:r>
      <w:r w:rsidRPr="007D6938">
        <w:rPr>
          <w:lang w:val="fr-CA"/>
        </w:rPr>
        <w:t xml:space="preserve"> le 1</w:t>
      </w:r>
      <w:r w:rsidR="00A03A58">
        <w:rPr>
          <w:lang w:val="fr-CA"/>
        </w:rPr>
        <w:t>3</w:t>
      </w:r>
      <w:r w:rsidRPr="007D6938">
        <w:rPr>
          <w:lang w:val="fr-CA"/>
        </w:rPr>
        <w:t xml:space="preserve"> novembre 2025</w:t>
      </w:r>
    </w:p>
    <w:p w:rsidRPr="00EB1B50" w:rsidR="003C4C3E" w:rsidP="00EB1B50" w:rsidRDefault="00A03A58" w14:paraId="16F45EE3" w14:textId="3A6B5A43">
      <w:pPr>
        <w:spacing w:line="480" w:lineRule="auto"/>
        <w:jc w:val="center"/>
        <w:rPr>
          <w:b/>
          <w:bCs/>
          <w:lang w:val="fr-CA"/>
        </w:rPr>
      </w:pPr>
      <w:r w:rsidRPr="00EB1B50">
        <w:rPr>
          <w:b/>
          <w:bCs/>
          <w:lang w:val="fr-CA"/>
        </w:rPr>
        <w:t xml:space="preserve">Table des matières </w:t>
      </w:r>
    </w:p>
    <w:p w:rsidR="004D2DB3" w:rsidP="00A959F2" w:rsidRDefault="003C4C3E" w14:paraId="41B36A96" w14:textId="2F543E0E">
      <w:pPr>
        <w:pStyle w:val="ListParagraph"/>
        <w:numPr>
          <w:ilvl w:val="0"/>
          <w:numId w:val="19"/>
        </w:numPr>
        <w:spacing w:line="480" w:lineRule="auto"/>
      </w:pPr>
      <w:r w:rsidRPr="00A959F2">
        <w:rPr>
          <w:b/>
          <w:bCs/>
          <w:lang w:val="fr-CA"/>
        </w:rPr>
        <w:t>Détails de l’évènement</w:t>
      </w:r>
      <w:r w:rsidRPr="00A959F2">
        <w:rPr>
          <w:lang w:val="fr-CA"/>
        </w:rPr>
        <w:t> </w:t>
      </w:r>
      <w:r w:rsidRPr="003C4C3E">
        <w:t> </w:t>
      </w:r>
    </w:p>
    <w:p w:rsidRPr="003C4C3E" w:rsidR="003C4C3E" w:rsidP="00EB1B50" w:rsidRDefault="00A959F2" w14:paraId="35B58C7B" w14:textId="7F2A744C">
      <w:pPr>
        <w:pStyle w:val="ListParagraph"/>
        <w:spacing w:line="480" w:lineRule="auto"/>
      </w:pPr>
      <w:r>
        <w:rPr>
          <w:lang w:val="fr-CA"/>
        </w:rPr>
        <w:t>E</w:t>
      </w:r>
      <w:r w:rsidRPr="004D2DB3" w:rsidR="003C4C3E">
        <w:rPr>
          <w:lang w:val="fr-CA"/>
        </w:rPr>
        <w:t>1. Ordre du jour</w:t>
      </w:r>
      <w:r w:rsidRPr="003C4C3E" w:rsidR="003C4C3E">
        <w:t> </w:t>
      </w:r>
    </w:p>
    <w:p w:rsidRPr="003C4C3E" w:rsidR="003C4C3E" w:rsidP="00EB1B50" w:rsidRDefault="00A959F2" w14:paraId="10DB0BF3" w14:textId="4AADCB2C">
      <w:pPr>
        <w:spacing w:line="480" w:lineRule="auto"/>
        <w:ind w:left="720"/>
        <w:rPr>
          <w:lang w:val="fr-CA"/>
        </w:rPr>
      </w:pPr>
      <w:r>
        <w:rPr>
          <w:lang w:val="fr-CA"/>
        </w:rPr>
        <w:t>E</w:t>
      </w:r>
      <w:r w:rsidRPr="003C4C3E" w:rsidR="003C4C3E">
        <w:rPr>
          <w:lang w:val="fr-CA"/>
        </w:rPr>
        <w:t>2. Biographies des modérateurs et des panélistes </w:t>
      </w:r>
    </w:p>
    <w:p w:rsidRPr="003C4C3E" w:rsidR="003C4C3E" w:rsidP="00EB1B50" w:rsidRDefault="00A959F2" w14:paraId="3E6624C5" w14:textId="3BC2EFE6">
      <w:pPr>
        <w:spacing w:line="480" w:lineRule="auto"/>
        <w:ind w:left="720"/>
        <w:rPr>
          <w:lang w:val="fr-CA"/>
        </w:rPr>
      </w:pPr>
      <w:r w:rsidRPr="2A608D32" w:rsidR="00A959F2">
        <w:rPr>
          <w:lang w:val="fr-CA"/>
        </w:rPr>
        <w:t>E</w:t>
      </w:r>
      <w:r w:rsidRPr="2A608D32" w:rsidR="003C4C3E">
        <w:rPr>
          <w:lang w:val="fr-CA"/>
        </w:rPr>
        <w:t xml:space="preserve">3. Mandat des organismes représentants les communautés </w:t>
      </w:r>
      <w:r w:rsidRPr="2A608D32" w:rsidR="004D2DB3">
        <w:rPr>
          <w:lang w:val="fr-CA"/>
        </w:rPr>
        <w:t>d’expression anglaise</w:t>
      </w:r>
      <w:r w:rsidRPr="2A608D32" w:rsidR="003C4C3E">
        <w:rPr>
          <w:lang w:val="fr-CA"/>
        </w:rPr>
        <w:t> </w:t>
      </w:r>
      <w:r w:rsidRPr="2A608D32" w:rsidR="00614272">
        <w:rPr>
          <w:lang w:val="fr-CA"/>
        </w:rPr>
        <w:t xml:space="preserve">du Québec </w:t>
      </w:r>
    </w:p>
    <w:p w:rsidRPr="00F055D4" w:rsidR="003C4C3E" w:rsidP="00EB1B50" w:rsidRDefault="009A7391" w14:paraId="6F9D7BF2" w14:textId="23E9A0AB">
      <w:pPr>
        <w:pStyle w:val="ListParagraph"/>
        <w:numPr>
          <w:ilvl w:val="0"/>
          <w:numId w:val="17"/>
        </w:numPr>
        <w:spacing w:line="480" w:lineRule="auto"/>
        <w:rPr>
          <w:lang w:val="fr-CA"/>
        </w:rPr>
      </w:pPr>
      <w:r>
        <w:rPr>
          <w:rStyle w:val="normaltextrun"/>
          <w:rFonts w:ascii="Arial" w:hAnsi="Arial" w:cs="Arial"/>
          <w:b/>
          <w:bCs/>
          <w:color w:val="000000"/>
          <w:shd w:val="clear" w:color="auto" w:fill="FFFFFF"/>
          <w:lang w:val="fr-CA"/>
        </w:rPr>
        <w:t>Documents des programmes d’EDSC du Plan d’action pour les langues officielles 2023-2028</w:t>
      </w:r>
      <w:r w:rsidRPr="009A7391">
        <w:rPr>
          <w:rStyle w:val="eop"/>
          <w:rFonts w:ascii="Arial" w:hAnsi="Arial" w:cs="Arial"/>
          <w:color w:val="000000"/>
          <w:shd w:val="clear" w:color="auto" w:fill="FFFFFF"/>
          <w:lang w:val="fr-CA"/>
        </w:rPr>
        <w:t> </w:t>
      </w:r>
      <w:r w:rsidRPr="00F055D4" w:rsidR="003C4C3E">
        <w:rPr>
          <w:lang w:val="fr-CA"/>
        </w:rPr>
        <w:t> </w:t>
      </w:r>
    </w:p>
    <w:p w:rsidRPr="00F055D4" w:rsidR="00F055D4" w:rsidP="00EB1B50" w:rsidRDefault="00A959F2" w14:paraId="2FA5EBAE" w14:textId="08014D77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Fonts w:ascii="Segoe UI" w:hAnsi="Segoe UI" w:cs="Segoe UI"/>
          <w:sz w:val="18"/>
          <w:szCs w:val="18"/>
          <w:lang w:val="fr-CA"/>
        </w:rPr>
      </w:pPr>
      <w:r>
        <w:rPr>
          <w:rStyle w:val="normaltextrun"/>
          <w:rFonts w:ascii="Arial" w:hAnsi="Arial" w:cs="Arial"/>
          <w:lang w:val="fr-CA"/>
        </w:rPr>
        <w:t>F</w:t>
      </w:r>
      <w:r w:rsidR="009A7391">
        <w:rPr>
          <w:rStyle w:val="normaltextrun"/>
          <w:rFonts w:ascii="Arial" w:hAnsi="Arial" w:cs="Arial"/>
          <w:lang w:val="fr-CA"/>
        </w:rPr>
        <w:t>1</w:t>
      </w:r>
      <w:r w:rsidR="00F055D4">
        <w:rPr>
          <w:rStyle w:val="normaltextrun"/>
          <w:rFonts w:ascii="Arial" w:hAnsi="Arial" w:cs="Arial"/>
          <w:lang w:val="fr-CA"/>
        </w:rPr>
        <w:t>. Fiche d’information Initiative de partenariat social pour les CLOSM - DGSRDS</w:t>
      </w:r>
      <w:r w:rsidRPr="00F055D4" w:rsidR="00F055D4">
        <w:rPr>
          <w:rStyle w:val="eop"/>
          <w:rFonts w:ascii="Arial" w:hAnsi="Arial" w:cs="Arial"/>
          <w:lang w:val="fr-CA"/>
        </w:rPr>
        <w:t> </w:t>
      </w:r>
    </w:p>
    <w:p w:rsidRPr="00F055D4" w:rsidR="00F055D4" w:rsidP="00EB1B50" w:rsidRDefault="00A959F2" w14:paraId="0B4F4469" w14:textId="31842074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Fonts w:ascii="Segoe UI" w:hAnsi="Segoe UI" w:cs="Segoe UI"/>
          <w:sz w:val="18"/>
          <w:szCs w:val="18"/>
          <w:lang w:val="fr-CA"/>
        </w:rPr>
      </w:pPr>
      <w:r>
        <w:rPr>
          <w:rStyle w:val="normaltextrun"/>
          <w:rFonts w:ascii="Arial" w:hAnsi="Arial" w:cs="Arial"/>
          <w:lang w:val="fr-CA"/>
        </w:rPr>
        <w:t>F</w:t>
      </w:r>
      <w:r w:rsidR="009A7391">
        <w:rPr>
          <w:rStyle w:val="normaltextrun"/>
          <w:rFonts w:ascii="Arial" w:hAnsi="Arial" w:cs="Arial"/>
          <w:lang w:val="fr-CA"/>
        </w:rPr>
        <w:t>2</w:t>
      </w:r>
      <w:r w:rsidR="00F055D4">
        <w:rPr>
          <w:rStyle w:val="normaltextrun"/>
          <w:rFonts w:ascii="Arial" w:hAnsi="Arial" w:cs="Arial"/>
          <w:lang w:val="fr-CA"/>
        </w:rPr>
        <w:t>. Fiche d’information le Fond d’habilitation pour les communautés de langue officielle en situation minoritaire – DGCE</w:t>
      </w:r>
      <w:r w:rsidRPr="00F055D4" w:rsidR="00F055D4">
        <w:rPr>
          <w:rStyle w:val="eop"/>
          <w:rFonts w:ascii="Arial" w:hAnsi="Arial" w:cs="Arial"/>
          <w:lang w:val="fr-CA"/>
        </w:rPr>
        <w:t> </w:t>
      </w:r>
    </w:p>
    <w:p w:rsidRPr="00F055D4" w:rsidR="00F055D4" w:rsidP="00EB1B50" w:rsidRDefault="00A959F2" w14:paraId="7B002D95" w14:textId="39BF624C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Fonts w:ascii="Segoe UI" w:hAnsi="Segoe UI" w:cs="Segoe UI"/>
          <w:sz w:val="18"/>
          <w:szCs w:val="18"/>
          <w:lang w:val="fr-CA"/>
        </w:rPr>
      </w:pPr>
      <w:r>
        <w:rPr>
          <w:rStyle w:val="normaltextrun"/>
          <w:rFonts w:ascii="Arial" w:hAnsi="Arial" w:cs="Arial"/>
          <w:lang w:val="fr-CA"/>
        </w:rPr>
        <w:t>F</w:t>
      </w:r>
      <w:r w:rsidR="009A7391">
        <w:rPr>
          <w:rStyle w:val="normaltextrun"/>
          <w:rFonts w:ascii="Arial" w:hAnsi="Arial" w:cs="Arial"/>
          <w:lang w:val="fr-CA"/>
        </w:rPr>
        <w:t>3</w:t>
      </w:r>
      <w:r w:rsidR="00F055D4">
        <w:rPr>
          <w:rStyle w:val="normaltextrun"/>
          <w:rFonts w:ascii="Arial" w:hAnsi="Arial" w:cs="Arial"/>
          <w:lang w:val="fr-CA"/>
        </w:rPr>
        <w:t>. Apport supplémentaire coordination interministérielle - DGCE</w:t>
      </w:r>
      <w:r w:rsidRPr="00F055D4" w:rsidR="00F055D4">
        <w:rPr>
          <w:rStyle w:val="eop"/>
          <w:rFonts w:ascii="Arial" w:hAnsi="Arial" w:cs="Arial"/>
          <w:lang w:val="fr-CA"/>
        </w:rPr>
        <w:t> </w:t>
      </w:r>
    </w:p>
    <w:p w:rsidRPr="00F055D4" w:rsidR="00F055D4" w:rsidP="6E9CDDAC" w:rsidRDefault="00A959F2" w14:paraId="50E1AB3C" w14:textId="52AF014F">
      <w:pPr>
        <w:pStyle w:val="paragraph"/>
        <w:spacing w:before="0" w:beforeAutospacing="off" w:after="0" w:afterAutospacing="off" w:line="480" w:lineRule="auto"/>
        <w:ind w:left="720"/>
        <w:textAlignment w:val="baseline"/>
        <w:rPr>
          <w:rStyle w:val="normaltextrun"/>
          <w:rFonts w:ascii="Arial" w:hAnsi="Arial" w:cs="Arial"/>
          <w:lang w:val="fr-CA"/>
        </w:rPr>
      </w:pPr>
      <w:r w:rsidR="00A959F2">
        <w:rPr>
          <w:rStyle w:val="normaltextrun"/>
          <w:rFonts w:ascii="Arial" w:hAnsi="Arial" w:cs="Arial"/>
          <w:lang w:val="fr-CA"/>
        </w:rPr>
        <w:t>F</w:t>
      </w:r>
      <w:r w:rsidR="009A7391">
        <w:rPr>
          <w:rStyle w:val="normaltextrun"/>
          <w:rFonts w:ascii="Arial" w:hAnsi="Arial" w:cs="Arial"/>
          <w:lang w:val="fr-CA"/>
        </w:rPr>
        <w:t>4</w:t>
      </w:r>
      <w:r w:rsidR="00F055D4">
        <w:rPr>
          <w:rStyle w:val="normaltextrun"/>
          <w:rFonts w:ascii="Arial" w:hAnsi="Arial" w:cs="Arial"/>
          <w:lang w:val="fr-CA"/>
        </w:rPr>
        <w:t>. </w:t>
      </w:r>
      <w:r w:rsidR="3E6509E5">
        <w:rPr>
          <w:rStyle w:val="normaltextrun"/>
          <w:rFonts w:ascii="Arial" w:hAnsi="Arial" w:cs="Arial"/>
          <w:lang w:val="fr-CA"/>
        </w:rPr>
        <w:t xml:space="preserve">Fiche d’information </w:t>
      </w:r>
      <w:r w:rsidR="00F055D4">
        <w:rPr>
          <w:rStyle w:val="normaltextrun"/>
          <w:rFonts w:ascii="Arial" w:hAnsi="Arial" w:cs="Arial"/>
          <w:shd w:val="clear" w:color="auto" w:fill="FFFF00"/>
          <w:lang w:val="fr-CA"/>
        </w:rPr>
        <w:t xml:space="preserve">Compétences pour réussir </w:t>
      </w:r>
      <w:r w:rsidR="4B76F4B5">
        <w:rPr>
          <w:rStyle w:val="normaltextrun"/>
          <w:rFonts w:ascii="Arial" w:hAnsi="Arial" w:cs="Arial"/>
          <w:shd w:val="clear" w:color="auto" w:fill="FFFF00"/>
          <w:lang w:val="fr-CA"/>
        </w:rPr>
        <w:t>DGCE</w:t>
      </w:r>
    </w:p>
    <w:p w:rsidRPr="00F055D4" w:rsidR="00F055D4" w:rsidP="3126AA65" w:rsidRDefault="00F055D4" w14:paraId="7C72EB3E" w14:textId="27F17D14">
      <w:pPr>
        <w:pStyle w:val="paragraph"/>
        <w:numPr>
          <w:ilvl w:val="0"/>
          <w:numId w:val="17"/>
        </w:numPr>
        <w:spacing w:before="0" w:beforeAutospacing="off" w:after="0" w:afterAutospacing="off" w:line="480" w:lineRule="auto"/>
        <w:textAlignment w:val="baseline"/>
        <w:rPr>
          <w:rStyle w:val="normaltextrun"/>
          <w:rFonts w:ascii="Arial" w:hAnsi="Arial" w:cs="Arial"/>
          <w:b w:val="1"/>
          <w:bCs w:val="1"/>
          <w:lang w:val="fr-CA"/>
        </w:rPr>
      </w:pPr>
      <w:r w:rsidRPr="3126AA65" w:rsidR="00F055D4">
        <w:rPr>
          <w:rStyle w:val="normaltextrun"/>
          <w:rFonts w:ascii="Arial" w:hAnsi="Arial" w:cs="Arial"/>
          <w:b w:val="1"/>
          <w:bCs w:val="1"/>
          <w:lang w:val="fr-CA"/>
        </w:rPr>
        <w:t xml:space="preserve">Documents </w:t>
      </w:r>
      <w:r w:rsidRPr="3126AA65" w:rsidR="01C58CAA">
        <w:rPr>
          <w:rStyle w:val="normaltextrun"/>
          <w:rFonts w:ascii="Arial" w:hAnsi="Arial" w:cs="Arial"/>
          <w:b w:val="1"/>
          <w:bCs w:val="1"/>
          <w:lang w:val="fr-CA"/>
        </w:rPr>
        <w:t xml:space="preserve">supplémentaires </w:t>
      </w:r>
      <w:r w:rsidRPr="3126AA65" w:rsidR="01C58CAA">
        <w:rPr>
          <w:rStyle w:val="normaltextrun"/>
          <w:rFonts w:ascii="Arial" w:hAnsi="Arial" w:cs="Arial"/>
          <w:b w:val="1"/>
          <w:bCs w:val="1"/>
          <w:lang w:val="fr-CA"/>
        </w:rPr>
        <w:t>présentant</w:t>
      </w:r>
      <w:r w:rsidRPr="3126AA65" w:rsidR="01C58CAA">
        <w:rPr>
          <w:rStyle w:val="normaltextrun"/>
          <w:rFonts w:ascii="Arial" w:hAnsi="Arial" w:cs="Arial"/>
          <w:b w:val="1"/>
          <w:bCs w:val="1"/>
          <w:lang w:val="fr-CA"/>
        </w:rPr>
        <w:t xml:space="preserve"> un intérêt pour les CLOSM</w:t>
      </w:r>
    </w:p>
    <w:p w:rsidRPr="00F055D4" w:rsidR="00F055D4" w:rsidP="6DBEBA70" w:rsidRDefault="00A959F2" w14:paraId="5FB7B08B" w14:textId="75562D3A">
      <w:pPr>
        <w:pStyle w:val="paragraph"/>
        <w:spacing w:before="0" w:beforeAutospacing="off" w:after="0" w:afterAutospacing="off" w:line="480" w:lineRule="auto"/>
        <w:ind w:left="720"/>
        <w:textAlignment w:val="baseline"/>
        <w:rPr>
          <w:rStyle w:val="normaltextrun"/>
          <w:rFonts w:ascii="Arial" w:hAnsi="Arial" w:cs="Arial"/>
          <w:highlight w:val="green"/>
          <w:lang w:val="fr-CA"/>
        </w:rPr>
      </w:pPr>
      <w:r w:rsidRPr="6DBEBA70" w:rsidR="00A959F2">
        <w:rPr>
          <w:rStyle w:val="normaltextrun"/>
          <w:rFonts w:ascii="Arial" w:hAnsi="Arial" w:cs="Arial"/>
          <w:lang w:val="fr-CA"/>
        </w:rPr>
        <w:t>G</w:t>
      </w:r>
      <w:r w:rsidRPr="6DBEBA70" w:rsidR="00F055D4">
        <w:rPr>
          <w:rStyle w:val="normaltextrun"/>
          <w:rFonts w:ascii="Arial" w:hAnsi="Arial" w:cs="Arial"/>
          <w:lang w:val="fr-CA"/>
        </w:rPr>
        <w:t>1. La Stratégie emploi et compétences jeunesse (DGCE)</w:t>
      </w:r>
      <w:r w:rsidRPr="6DBEBA70" w:rsidR="53026560">
        <w:rPr>
          <w:rStyle w:val="normaltextrun"/>
          <w:rFonts w:ascii="Arial" w:hAnsi="Arial" w:cs="Arial"/>
          <w:lang w:val="fr-CA"/>
        </w:rPr>
        <w:t xml:space="preserve"> </w:t>
      </w:r>
    </w:p>
    <w:p w:rsidRPr="0042137C" w:rsidR="00F055D4" w:rsidP="00EB1B50" w:rsidRDefault="00A959F2" w14:paraId="0C2A85B5" w14:textId="2EE0D9FF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Fonts w:ascii="Segoe UI" w:hAnsi="Segoe UI" w:cs="Segoe UI"/>
          <w:sz w:val="18"/>
          <w:szCs w:val="18"/>
          <w:lang w:val="fr-CA"/>
        </w:rPr>
      </w:pPr>
      <w:r>
        <w:rPr>
          <w:rStyle w:val="normaltextrun"/>
          <w:rFonts w:ascii="Arial" w:hAnsi="Arial" w:cs="Arial"/>
          <w:lang w:val="fr-CA"/>
        </w:rPr>
        <w:t>G</w:t>
      </w:r>
      <w:r w:rsidR="00F055D4">
        <w:rPr>
          <w:rStyle w:val="normaltextrun"/>
          <w:rFonts w:ascii="Arial" w:hAnsi="Arial" w:cs="Arial"/>
          <w:lang w:val="fr-CA"/>
        </w:rPr>
        <w:t>2. Document de discussion du Sommet de main d’œuvre (DGCE)</w:t>
      </w:r>
      <w:r w:rsidRPr="00F055D4" w:rsidR="00F055D4">
        <w:rPr>
          <w:rStyle w:val="eop"/>
          <w:rFonts w:ascii="Arial" w:hAnsi="Arial" w:cs="Arial"/>
          <w:lang w:val="fr-CA"/>
        </w:rPr>
        <w:t> </w:t>
      </w:r>
    </w:p>
    <w:p w:rsidR="00F055D4" w:rsidP="6DBEBA70" w:rsidRDefault="00A959F2" w14:paraId="56583277" w14:textId="536EA450">
      <w:pPr>
        <w:pStyle w:val="paragraph"/>
        <w:spacing w:before="0" w:beforeAutospacing="off" w:after="0" w:afterAutospacing="off" w:line="480" w:lineRule="auto"/>
        <w:ind w:left="720"/>
        <w:textAlignment w:val="baseline"/>
        <w:rPr>
          <w:rStyle w:val="eop"/>
          <w:rFonts w:ascii="Arial" w:hAnsi="Arial" w:cs="Arial"/>
        </w:rPr>
      </w:pPr>
      <w:r w:rsidR="00A959F2">
        <w:rPr>
          <w:rStyle w:val="normaltextrun"/>
          <w:rFonts w:ascii="Arial" w:hAnsi="Arial" w:cs="Arial"/>
          <w:shd w:val="clear" w:color="auto" w:fill="00FF00"/>
        </w:rPr>
        <w:t>G</w:t>
      </w:r>
      <w:r w:rsidR="00B102DC">
        <w:rPr>
          <w:rStyle w:val="normaltextrun"/>
          <w:rFonts w:ascii="Arial" w:hAnsi="Arial" w:cs="Arial"/>
          <w:shd w:val="clear" w:color="auto" w:fill="00FF00"/>
        </w:rPr>
        <w:t>3</w:t>
      </w:r>
      <w:r w:rsidR="00F055D4">
        <w:rPr>
          <w:rStyle w:val="normaltextrun"/>
          <w:rFonts w:ascii="Arial" w:hAnsi="Arial" w:cs="Arial"/>
          <w:shd w:val="clear" w:color="auto" w:fill="00FF00"/>
        </w:rPr>
        <w:t xml:space="preserve">. </w:t>
      </w:r>
      <w:r w:rsidR="00F055D4">
        <w:rPr>
          <w:rStyle w:val="normaltextrun"/>
          <w:rFonts w:ascii="Arial" w:hAnsi="Arial" w:cs="Arial"/>
          <w:shd w:val="clear" w:color="auto" w:fill="00FF00"/>
        </w:rPr>
        <w:t>Adult learning Deck – translation pending</w:t>
      </w:r>
      <w:r w:rsidR="00F055D4">
        <w:rPr>
          <w:rStyle w:val="eop"/>
          <w:rFonts w:ascii="Arial" w:hAnsi="Arial" w:cs="Arial"/>
        </w:rPr>
        <w:t> </w:t>
      </w:r>
      <w:r w:rsidR="6CB69390">
        <w:rPr>
          <w:rStyle w:val="eop"/>
          <w:rFonts w:ascii="Arial" w:hAnsi="Arial" w:cs="Arial"/>
        </w:rPr>
        <w:t>(DGPSS)</w:t>
      </w:r>
    </w:p>
    <w:p w:rsidRPr="00A959F2" w:rsidR="00A959F2" w:rsidP="00EB1B50" w:rsidRDefault="00A959F2" w14:paraId="4E818594" w14:textId="09187613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Fonts w:ascii="Segoe UI" w:hAnsi="Segoe UI" w:cs="Segoe UI"/>
          <w:sz w:val="18"/>
          <w:szCs w:val="18"/>
          <w:lang w:val="fr-CA"/>
        </w:rPr>
      </w:pPr>
      <w:r w:rsidRPr="00A959F2">
        <w:rPr>
          <w:rStyle w:val="eop"/>
          <w:rFonts w:ascii="Arial" w:hAnsi="Arial" w:cs="Arial"/>
          <w:lang w:val="fr-CA"/>
        </w:rPr>
        <w:t xml:space="preserve">G4. </w:t>
      </w:r>
      <w:r w:rsidRPr="00A959F2">
        <w:rPr>
          <w:rFonts w:ascii="Arial" w:hAnsi="Arial" w:cs="Arial"/>
          <w:lang w:val="fr-CA"/>
        </w:rPr>
        <w:t>Programmes d’EDSC ciblant les CLOSM </w:t>
      </w:r>
    </w:p>
    <w:p w:rsidRPr="0019332A" w:rsidR="00B102DC" w:rsidP="00B102DC" w:rsidRDefault="0013696C" w14:paraId="209AECE1" w14:textId="37DC3DD6">
      <w:pPr>
        <w:pStyle w:val="ListParagraph"/>
        <w:numPr>
          <w:ilvl w:val="0"/>
          <w:numId w:val="17"/>
        </w:numPr>
        <w:spacing w:line="480" w:lineRule="auto"/>
        <w:rPr>
          <w:b/>
          <w:bCs/>
          <w:lang w:val="fr-CA"/>
        </w:rPr>
      </w:pPr>
      <w:r w:rsidRPr="0019332A">
        <w:rPr>
          <w:b/>
          <w:bCs/>
          <w:lang w:val="fr-CA"/>
        </w:rPr>
        <w:lastRenderedPageBreak/>
        <w:t xml:space="preserve">Documents </w:t>
      </w:r>
      <w:r w:rsidRPr="0019332A" w:rsidR="000D3B98">
        <w:rPr>
          <w:b/>
          <w:bCs/>
          <w:lang w:val="fr-CA"/>
        </w:rPr>
        <w:t>partagés par les organi</w:t>
      </w:r>
      <w:r w:rsidRPr="0019332A" w:rsidR="00B102DC">
        <w:rPr>
          <w:b/>
          <w:bCs/>
          <w:lang w:val="fr-CA"/>
        </w:rPr>
        <w:t xml:space="preserve">sations </w:t>
      </w:r>
    </w:p>
    <w:p w:rsidR="00B102DC" w:rsidP="00B102DC" w:rsidRDefault="00A959F2" w14:paraId="1E5C7D84" w14:textId="0A15BB11">
      <w:pPr>
        <w:pStyle w:val="ListParagraph"/>
        <w:spacing w:line="480" w:lineRule="auto"/>
        <w:rPr>
          <w:lang w:val="fr-CA"/>
        </w:rPr>
      </w:pPr>
      <w:r>
        <w:rPr>
          <w:lang w:val="fr-CA"/>
        </w:rPr>
        <w:t>H</w:t>
      </w:r>
      <w:r w:rsidRPr="4693B2B3" w:rsidR="00B102DC">
        <w:rPr>
          <w:lang w:val="fr-CA"/>
        </w:rPr>
        <w:t xml:space="preserve">1. </w:t>
      </w:r>
      <w:r w:rsidRPr="4693B2B3" w:rsidR="00EE0022">
        <w:rPr>
          <w:lang w:val="fr-CA"/>
        </w:rPr>
        <w:t xml:space="preserve">Association </w:t>
      </w:r>
      <w:r w:rsidRPr="4693B2B3" w:rsidR="4C1DADB9">
        <w:rPr>
          <w:lang w:val="fr-CA"/>
        </w:rPr>
        <w:t>des Townshippers</w:t>
      </w:r>
      <w:r w:rsidRPr="4693B2B3" w:rsidR="00EE0022">
        <w:rPr>
          <w:lang w:val="fr-CA"/>
        </w:rPr>
        <w:t xml:space="preserve">- </w:t>
      </w:r>
      <w:r w:rsidRPr="4693B2B3" w:rsidR="005B35CD">
        <w:rPr>
          <w:lang w:val="fr-CA"/>
        </w:rPr>
        <w:t xml:space="preserve">Livre blanc </w:t>
      </w:r>
    </w:p>
    <w:p w:rsidRPr="00DC3A77" w:rsidR="00DC3A77" w:rsidP="00DC3A77" w:rsidRDefault="00A959F2" w14:paraId="5FDACD77" w14:textId="306D3438">
      <w:pPr>
        <w:pStyle w:val="ListParagraph"/>
        <w:spacing w:line="480" w:lineRule="auto"/>
        <w:rPr>
          <w:b/>
          <w:bCs/>
          <w:i/>
          <w:iCs/>
          <w:lang w:val="fr-CA"/>
        </w:rPr>
      </w:pPr>
      <w:r>
        <w:rPr>
          <w:lang w:val="fr-CA"/>
        </w:rPr>
        <w:t>H</w:t>
      </w:r>
      <w:r w:rsidR="0019332A">
        <w:rPr>
          <w:lang w:val="fr-CA"/>
        </w:rPr>
        <w:t xml:space="preserve">2. </w:t>
      </w:r>
      <w:r w:rsidR="007C06EC">
        <w:rPr>
          <w:lang w:val="fr-CA"/>
        </w:rPr>
        <w:t xml:space="preserve">Table ronde provinciale sur l’emploi (PERT) - </w:t>
      </w:r>
      <w:r w:rsidRPr="00DC3A77" w:rsidR="001D31B0">
        <w:rPr>
          <w:i/>
          <w:iCs/>
          <w:lang w:val="fr-CA"/>
        </w:rPr>
        <w:t>Au-delà des</w:t>
      </w:r>
      <w:r w:rsidR="00DC3A77">
        <w:rPr>
          <w:i/>
          <w:iCs/>
          <w:lang w:val="fr-CA"/>
        </w:rPr>
        <w:t xml:space="preserve"> </w:t>
      </w:r>
      <w:r w:rsidRPr="00DC3A77" w:rsidR="001D31B0">
        <w:rPr>
          <w:i/>
          <w:iCs/>
          <w:lang w:val="fr-CA"/>
        </w:rPr>
        <w:t>stéréotypes :</w:t>
      </w:r>
      <w:r w:rsidR="00DC3A77">
        <w:rPr>
          <w:i/>
          <w:iCs/>
          <w:lang w:val="fr-CA"/>
        </w:rPr>
        <w:t xml:space="preserve"> </w:t>
      </w:r>
      <w:r w:rsidRPr="00DC3A77" w:rsidR="00DC3A77">
        <w:rPr>
          <w:i/>
          <w:iCs/>
          <w:lang w:val="fr-CA"/>
        </w:rPr>
        <w:t>Comprendre les travailleurs d’âge mûr d’expression anglaise et l’</w:t>
      </w:r>
      <w:r w:rsidRPr="00DC3A77" w:rsidR="001E3430">
        <w:rPr>
          <w:i/>
          <w:iCs/>
          <w:lang w:val="fr-CA"/>
        </w:rPr>
        <w:t>âgisme</w:t>
      </w:r>
      <w:r w:rsidRPr="00DC3A77" w:rsidR="00DC3A77">
        <w:rPr>
          <w:i/>
          <w:iCs/>
          <w:lang w:val="fr-CA"/>
        </w:rPr>
        <w:t> </w:t>
      </w:r>
      <w:r w:rsidR="001E3430">
        <w:rPr>
          <w:i/>
          <w:iCs/>
          <w:lang w:val="fr-CA"/>
        </w:rPr>
        <w:t>au Québec</w:t>
      </w:r>
    </w:p>
    <w:p w:rsidRPr="001D31B0" w:rsidR="0019332A" w:rsidP="00B102DC" w:rsidRDefault="0019332A" w14:paraId="12CA99C1" w14:textId="680934F4">
      <w:pPr>
        <w:pStyle w:val="ListParagraph"/>
        <w:spacing w:line="480" w:lineRule="auto"/>
        <w:rPr>
          <w:i/>
          <w:iCs/>
          <w:lang w:val="fr-CA"/>
        </w:rPr>
      </w:pPr>
    </w:p>
    <w:p w:rsidRPr="00BA6800" w:rsidR="003C4C3E" w:rsidP="00EB1B50" w:rsidRDefault="003C4C3E" w14:paraId="7B0A5E8E" w14:textId="77777777">
      <w:pPr>
        <w:spacing w:line="480" w:lineRule="auto"/>
        <w:rPr>
          <w:lang w:val="fr-CA"/>
        </w:rPr>
      </w:pPr>
    </w:p>
    <w:sectPr w:rsidRPr="00BA6800" w:rsidR="003C4C3E" w:rsidSect="005A202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orient="portrait"/>
      <w:pgMar w:top="1800" w:right="180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32D51" w:rsidP="005A2022" w:rsidRDefault="00732D51" w14:paraId="3EFD82DB" w14:textId="77777777">
      <w:r>
        <w:separator/>
      </w:r>
    </w:p>
  </w:endnote>
  <w:endnote w:type="continuationSeparator" w:id="0">
    <w:p w:rsidR="00732D51" w:rsidP="005A2022" w:rsidRDefault="00732D51" w14:paraId="5D8A923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A2022" w:rsidP="005A2022" w:rsidRDefault="005A2022" w14:paraId="683A0BD1" w14:textId="77777777">
    <w:pPr>
      <w:pStyle w:val="Footer"/>
      <w:framePr w:wrap="around" w:hAnchor="margin" w:vAnchor="text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A2022" w:rsidRDefault="005A2022" w14:paraId="15E44D3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a14="http://schemas.microsoft.com/office/mac/drawingml/2011/main" mc:Ignorable="w14 w15 w16se w16cid w16 w16cex w16sdtdh w16sdtfl w16du wp14">
  <w:p w:rsidRPr="006F08B3" w:rsidR="005A2022" w:rsidP="005A2022" w:rsidRDefault="005A2022" w14:paraId="5C4F1A78" w14:textId="77777777">
    <w:pPr>
      <w:pStyle w:val="Footer"/>
      <w:framePr w:w="12240" w:wrap="around" w:hAnchor="page" w:vAnchor="text" w:x="1" w:y="537"/>
      <w:jc w:val="center"/>
      <w:rPr>
        <w:rStyle w:val="PageNumber"/>
        <w:rFonts w:ascii="Century Gothic" w:hAnsi="Century Gothic"/>
        <w:b/>
        <w:bCs/>
        <w:color w:val="808080"/>
      </w:rPr>
    </w:pPr>
    <w:r w:rsidRPr="006F08B3">
      <w:rPr>
        <w:rStyle w:val="PageNumber"/>
        <w:rFonts w:ascii="Century Gothic" w:hAnsi="Century Gothic"/>
        <w:b/>
        <w:bCs/>
        <w:color w:val="808080"/>
      </w:rPr>
      <w:fldChar w:fldCharType="begin"/>
    </w:r>
    <w:r w:rsidRPr="006F08B3">
      <w:rPr>
        <w:rStyle w:val="PageNumber"/>
        <w:rFonts w:ascii="Century Gothic" w:hAnsi="Century Gothic"/>
        <w:b/>
        <w:bCs/>
        <w:color w:val="808080"/>
      </w:rPr>
      <w:instrText xml:space="preserve">PAGE  </w:instrText>
    </w:r>
    <w:r w:rsidRPr="006F08B3">
      <w:rPr>
        <w:rStyle w:val="PageNumber"/>
        <w:rFonts w:ascii="Century Gothic" w:hAnsi="Century Gothic"/>
        <w:b/>
        <w:bCs/>
        <w:color w:val="808080"/>
      </w:rPr>
      <w:fldChar w:fldCharType="separate"/>
    </w:r>
    <w:r w:rsidRPr="006F08B3" w:rsidR="001E58D2">
      <w:rPr>
        <w:rStyle w:val="PageNumber"/>
        <w:rFonts w:ascii="Century Gothic" w:hAnsi="Century Gothic"/>
        <w:b/>
        <w:bCs/>
        <w:noProof/>
        <w:color w:val="808080"/>
      </w:rPr>
      <w:t>2</w:t>
    </w:r>
    <w:r w:rsidRPr="006F08B3">
      <w:rPr>
        <w:rStyle w:val="PageNumber"/>
        <w:rFonts w:ascii="Century Gothic" w:hAnsi="Century Gothic"/>
        <w:b/>
        <w:bCs/>
        <w:color w:val="808080"/>
      </w:rPr>
      <w:fldChar w:fldCharType="end"/>
    </w:r>
  </w:p>
  <w:p w:rsidR="005A2022" w:rsidRDefault="005A2022" w14:paraId="61B74EC6" w14:textId="77777777">
    <w:pPr>
      <w:pStyle w:val="Footer"/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4D2F6477" wp14:editId="2E2E06F8">
          <wp:simplePos x="0" y="0"/>
          <wp:positionH relativeFrom="column">
            <wp:posOffset>-914400</wp:posOffset>
          </wp:positionH>
          <wp:positionV relativeFrom="paragraph">
            <wp:posOffset>-393065</wp:posOffset>
          </wp:positionV>
          <wp:extent cx="7772400" cy="1085088"/>
          <wp:effectExtent l="0" t="0" r="0" b="762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8508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83066" w:rsidRDefault="00483066" w14:paraId="3BA5BB7B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32D51" w:rsidP="005A2022" w:rsidRDefault="00732D51" w14:paraId="3358E8A4" w14:textId="77777777">
      <w:r>
        <w:separator/>
      </w:r>
    </w:p>
  </w:footnote>
  <w:footnote w:type="continuationSeparator" w:id="0">
    <w:p w:rsidR="00732D51" w:rsidP="005A2022" w:rsidRDefault="00732D51" w14:paraId="1072AD2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83066" w:rsidRDefault="00483066" w14:paraId="28F05E8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a14="http://schemas.microsoft.com/office/mac/drawingml/2011/main" mc:Ignorable="w14 w15 w16se w16cid w16 w16cex w16sdtdh w16sdtfl w16du wp14">
  <w:p w:rsidR="005A2022" w:rsidRDefault="005A2022" w14:paraId="15A202F5" w14:textId="77777777">
    <w:pPr>
      <w:pStyle w:val="Head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27847CFA" wp14:editId="20BB516C">
          <wp:simplePos x="0" y="0"/>
          <wp:positionH relativeFrom="column">
            <wp:posOffset>-914400</wp:posOffset>
          </wp:positionH>
          <wp:positionV relativeFrom="paragraph">
            <wp:posOffset>373380</wp:posOffset>
          </wp:positionV>
          <wp:extent cx="7772400" cy="201168"/>
          <wp:effectExtent l="0" t="0" r="0" b="254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20116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a14="http://schemas.microsoft.com/office/mac/drawingml/2011/main" mc:Ignorable="w14 w15 w16se w16cid w16 w16cex w16sdtdh w16sdtfl w16du wp14">
  <w:p w:rsidR="005A2022" w:rsidRDefault="005A2022" w14:paraId="0C3E1F51" w14:textId="77777777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6CE147D" wp14:editId="1AF4C253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772400" cy="10058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xemple LETTER-S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04209"/>
    <w:multiLevelType w:val="multilevel"/>
    <w:tmpl w:val="16FC3C4C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E626F7"/>
    <w:multiLevelType w:val="multilevel"/>
    <w:tmpl w:val="1D8C0D14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361E9A"/>
    <w:multiLevelType w:val="multilevel"/>
    <w:tmpl w:val="5DAC11F2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8A098E"/>
    <w:multiLevelType w:val="hybridMultilevel"/>
    <w:tmpl w:val="827EAB44"/>
    <w:lvl w:ilvl="0" w:tplc="10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62B41"/>
    <w:multiLevelType w:val="multilevel"/>
    <w:tmpl w:val="311A0CAC"/>
    <w:lvl w:ilvl="0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C32B99"/>
    <w:multiLevelType w:val="hybridMultilevel"/>
    <w:tmpl w:val="D3BA20C4"/>
    <w:lvl w:ilvl="0" w:tplc="479A731E">
      <w:start w:val="5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300133"/>
    <w:multiLevelType w:val="hybridMultilevel"/>
    <w:tmpl w:val="AEF69A64"/>
    <w:lvl w:ilvl="0" w:tplc="0394A894">
      <w:start w:val="5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137F94"/>
    <w:multiLevelType w:val="hybridMultilevel"/>
    <w:tmpl w:val="2D965118"/>
    <w:lvl w:ilvl="0" w:tplc="7B1444B2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DD3C9D"/>
    <w:multiLevelType w:val="multilevel"/>
    <w:tmpl w:val="260E705E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F0176A0"/>
    <w:multiLevelType w:val="multilevel"/>
    <w:tmpl w:val="3C9E0DB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0027708"/>
    <w:multiLevelType w:val="hybridMultilevel"/>
    <w:tmpl w:val="7F72D5D2"/>
    <w:lvl w:ilvl="0" w:tplc="03BC85FC">
      <w:start w:val="6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A1480A"/>
    <w:multiLevelType w:val="hybridMultilevel"/>
    <w:tmpl w:val="860ACFBC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0156A0"/>
    <w:multiLevelType w:val="multilevel"/>
    <w:tmpl w:val="17185824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7794968"/>
    <w:multiLevelType w:val="multilevel"/>
    <w:tmpl w:val="A6F492D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A8F3572"/>
    <w:multiLevelType w:val="hybridMultilevel"/>
    <w:tmpl w:val="260E51F2"/>
    <w:lvl w:ilvl="0" w:tplc="10090015">
      <w:start w:val="1"/>
      <w:numFmt w:val="upp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850735"/>
    <w:multiLevelType w:val="hybridMultilevel"/>
    <w:tmpl w:val="3C20E962"/>
    <w:lvl w:ilvl="0" w:tplc="FA44BB9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9B25E1"/>
    <w:multiLevelType w:val="hybridMultilevel"/>
    <w:tmpl w:val="C4A45970"/>
    <w:lvl w:ilvl="0" w:tplc="10090015">
      <w:start w:val="1"/>
      <w:numFmt w:val="upp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0B0896"/>
    <w:multiLevelType w:val="hybridMultilevel"/>
    <w:tmpl w:val="8AF44270"/>
    <w:lvl w:ilvl="0" w:tplc="3F121C2E">
      <w:start w:val="7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305FC5"/>
    <w:multiLevelType w:val="hybridMultilevel"/>
    <w:tmpl w:val="A4ACECBA"/>
    <w:lvl w:ilvl="0" w:tplc="4F34CC34">
      <w:start w:val="6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8624259">
    <w:abstractNumId w:val="11"/>
  </w:num>
  <w:num w:numId="2" w16cid:durableId="865212654">
    <w:abstractNumId w:val="3"/>
  </w:num>
  <w:num w:numId="3" w16cid:durableId="988091949">
    <w:abstractNumId w:val="9"/>
  </w:num>
  <w:num w:numId="4" w16cid:durableId="1601180847">
    <w:abstractNumId w:val="2"/>
  </w:num>
  <w:num w:numId="5" w16cid:durableId="373311364">
    <w:abstractNumId w:val="8"/>
  </w:num>
  <w:num w:numId="6" w16cid:durableId="1580560217">
    <w:abstractNumId w:val="0"/>
  </w:num>
  <w:num w:numId="7" w16cid:durableId="1118337133">
    <w:abstractNumId w:val="4"/>
  </w:num>
  <w:num w:numId="8" w16cid:durableId="993682548">
    <w:abstractNumId w:val="15"/>
  </w:num>
  <w:num w:numId="9" w16cid:durableId="2105027752">
    <w:abstractNumId w:val="16"/>
  </w:num>
  <w:num w:numId="10" w16cid:durableId="1142310269">
    <w:abstractNumId w:val="17"/>
  </w:num>
  <w:num w:numId="11" w16cid:durableId="1523860017">
    <w:abstractNumId w:val="6"/>
  </w:num>
  <w:num w:numId="12" w16cid:durableId="532304682">
    <w:abstractNumId w:val="18"/>
  </w:num>
  <w:num w:numId="13" w16cid:durableId="1723090019">
    <w:abstractNumId w:val="13"/>
  </w:num>
  <w:num w:numId="14" w16cid:durableId="1539901656">
    <w:abstractNumId w:val="14"/>
  </w:num>
  <w:num w:numId="15" w16cid:durableId="253633323">
    <w:abstractNumId w:val="7"/>
  </w:num>
  <w:num w:numId="16" w16cid:durableId="339158122">
    <w:abstractNumId w:val="1"/>
  </w:num>
  <w:num w:numId="17" w16cid:durableId="1759791308">
    <w:abstractNumId w:val="10"/>
  </w:num>
  <w:num w:numId="18" w16cid:durableId="2027706475">
    <w:abstractNumId w:val="12"/>
  </w:num>
  <w:num w:numId="19" w16cid:durableId="20422464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PubVPasteboard_" w:val="1"/>
  </w:docVars>
  <w:rsids>
    <w:rsidRoot w:val="0082125C"/>
    <w:rsid w:val="00001142"/>
    <w:rsid w:val="0001115A"/>
    <w:rsid w:val="00011E40"/>
    <w:rsid w:val="00045BBF"/>
    <w:rsid w:val="00063D11"/>
    <w:rsid w:val="0008561A"/>
    <w:rsid w:val="00092FB5"/>
    <w:rsid w:val="000D3B98"/>
    <w:rsid w:val="000F353A"/>
    <w:rsid w:val="000F3DDD"/>
    <w:rsid w:val="0011660B"/>
    <w:rsid w:val="00117528"/>
    <w:rsid w:val="00122F9D"/>
    <w:rsid w:val="0013696C"/>
    <w:rsid w:val="001407E6"/>
    <w:rsid w:val="00145E45"/>
    <w:rsid w:val="00152758"/>
    <w:rsid w:val="00153354"/>
    <w:rsid w:val="00166F7A"/>
    <w:rsid w:val="00170D67"/>
    <w:rsid w:val="0019332A"/>
    <w:rsid w:val="001C0BC6"/>
    <w:rsid w:val="001C5300"/>
    <w:rsid w:val="001D26B8"/>
    <w:rsid w:val="001D31B0"/>
    <w:rsid w:val="001D4E5D"/>
    <w:rsid w:val="001E1F0A"/>
    <w:rsid w:val="001E3430"/>
    <w:rsid w:val="001E58D2"/>
    <w:rsid w:val="00200FD5"/>
    <w:rsid w:val="0023538C"/>
    <w:rsid w:val="0026313A"/>
    <w:rsid w:val="002701B4"/>
    <w:rsid w:val="002C267F"/>
    <w:rsid w:val="002E0BCF"/>
    <w:rsid w:val="00316BD9"/>
    <w:rsid w:val="00384715"/>
    <w:rsid w:val="003C4C3E"/>
    <w:rsid w:val="003D4A6F"/>
    <w:rsid w:val="003F060D"/>
    <w:rsid w:val="00405312"/>
    <w:rsid w:val="00412B49"/>
    <w:rsid w:val="00416FE2"/>
    <w:rsid w:val="0042137C"/>
    <w:rsid w:val="004554B3"/>
    <w:rsid w:val="00460142"/>
    <w:rsid w:val="0046647D"/>
    <w:rsid w:val="00483066"/>
    <w:rsid w:val="004D2DB3"/>
    <w:rsid w:val="00512027"/>
    <w:rsid w:val="00525F2B"/>
    <w:rsid w:val="00540170"/>
    <w:rsid w:val="00550F23"/>
    <w:rsid w:val="005548FB"/>
    <w:rsid w:val="00562758"/>
    <w:rsid w:val="005A2022"/>
    <w:rsid w:val="005B35CD"/>
    <w:rsid w:val="005C4BB1"/>
    <w:rsid w:val="005D703E"/>
    <w:rsid w:val="00610796"/>
    <w:rsid w:val="00614272"/>
    <w:rsid w:val="0064093F"/>
    <w:rsid w:val="00691A75"/>
    <w:rsid w:val="006A0034"/>
    <w:rsid w:val="006A6832"/>
    <w:rsid w:val="006C613D"/>
    <w:rsid w:val="006D1AE6"/>
    <w:rsid w:val="006D4951"/>
    <w:rsid w:val="006F08B3"/>
    <w:rsid w:val="006F0D1E"/>
    <w:rsid w:val="00713E47"/>
    <w:rsid w:val="00721258"/>
    <w:rsid w:val="007255E7"/>
    <w:rsid w:val="00726E91"/>
    <w:rsid w:val="007306C4"/>
    <w:rsid w:val="00732D51"/>
    <w:rsid w:val="00744FDB"/>
    <w:rsid w:val="00756CFD"/>
    <w:rsid w:val="007730F4"/>
    <w:rsid w:val="00795111"/>
    <w:rsid w:val="007C06EC"/>
    <w:rsid w:val="007D6938"/>
    <w:rsid w:val="007E6D89"/>
    <w:rsid w:val="00817AA5"/>
    <w:rsid w:val="0082125C"/>
    <w:rsid w:val="008541FC"/>
    <w:rsid w:val="0087104F"/>
    <w:rsid w:val="0087202B"/>
    <w:rsid w:val="008B023D"/>
    <w:rsid w:val="008B0E17"/>
    <w:rsid w:val="008B1962"/>
    <w:rsid w:val="008E59F1"/>
    <w:rsid w:val="008E7625"/>
    <w:rsid w:val="00952BDF"/>
    <w:rsid w:val="0099725C"/>
    <w:rsid w:val="009A3506"/>
    <w:rsid w:val="009A7391"/>
    <w:rsid w:val="009C10FF"/>
    <w:rsid w:val="00A03A58"/>
    <w:rsid w:val="00A04074"/>
    <w:rsid w:val="00A11BCB"/>
    <w:rsid w:val="00A34146"/>
    <w:rsid w:val="00A34F11"/>
    <w:rsid w:val="00A4260F"/>
    <w:rsid w:val="00A42E60"/>
    <w:rsid w:val="00A73AB7"/>
    <w:rsid w:val="00A9241F"/>
    <w:rsid w:val="00A959F2"/>
    <w:rsid w:val="00AA0CFC"/>
    <w:rsid w:val="00AD024B"/>
    <w:rsid w:val="00AE15FA"/>
    <w:rsid w:val="00AF7C8E"/>
    <w:rsid w:val="00B102DC"/>
    <w:rsid w:val="00B2798D"/>
    <w:rsid w:val="00B56C5D"/>
    <w:rsid w:val="00BA6800"/>
    <w:rsid w:val="00C021AF"/>
    <w:rsid w:val="00C16FDE"/>
    <w:rsid w:val="00C57BC9"/>
    <w:rsid w:val="00C645D1"/>
    <w:rsid w:val="00C776CA"/>
    <w:rsid w:val="00C84494"/>
    <w:rsid w:val="00C87C6D"/>
    <w:rsid w:val="00C93EEB"/>
    <w:rsid w:val="00CC620E"/>
    <w:rsid w:val="00CE3A1B"/>
    <w:rsid w:val="00D00D8A"/>
    <w:rsid w:val="00D24E14"/>
    <w:rsid w:val="00D41BC5"/>
    <w:rsid w:val="00D844D0"/>
    <w:rsid w:val="00DB1E67"/>
    <w:rsid w:val="00DC3A77"/>
    <w:rsid w:val="00DD288A"/>
    <w:rsid w:val="00DE3459"/>
    <w:rsid w:val="00DE53ED"/>
    <w:rsid w:val="00E369CD"/>
    <w:rsid w:val="00E52190"/>
    <w:rsid w:val="00EB19AA"/>
    <w:rsid w:val="00EB1B50"/>
    <w:rsid w:val="00ED5D58"/>
    <w:rsid w:val="00EE0022"/>
    <w:rsid w:val="00F02189"/>
    <w:rsid w:val="00F055D4"/>
    <w:rsid w:val="00F216D0"/>
    <w:rsid w:val="00F23FD5"/>
    <w:rsid w:val="00F37538"/>
    <w:rsid w:val="00F639E7"/>
    <w:rsid w:val="00F71A4E"/>
    <w:rsid w:val="00F768F9"/>
    <w:rsid w:val="00F917A5"/>
    <w:rsid w:val="00FB00C1"/>
    <w:rsid w:val="00FB3B55"/>
    <w:rsid w:val="00FE2FC4"/>
    <w:rsid w:val="00FE7B63"/>
    <w:rsid w:val="01C58CAA"/>
    <w:rsid w:val="1209E422"/>
    <w:rsid w:val="13F1174D"/>
    <w:rsid w:val="2A608D32"/>
    <w:rsid w:val="3126AA65"/>
    <w:rsid w:val="3E6509E5"/>
    <w:rsid w:val="460F21CB"/>
    <w:rsid w:val="4693B2B3"/>
    <w:rsid w:val="483988E9"/>
    <w:rsid w:val="4B76F4B5"/>
    <w:rsid w:val="4C1DADB9"/>
    <w:rsid w:val="53026560"/>
    <w:rsid w:val="6C2E7A37"/>
    <w:rsid w:val="6CB69390"/>
    <w:rsid w:val="6DBEBA70"/>
    <w:rsid w:val="6E9CD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0CCD95"/>
  <w14:defaultImageDpi w14:val="300"/>
  <w15:docId w15:val="{3B0DADCA-399E-4EC2-B049-ADA8072B2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2022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8E0022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3A77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960024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A2022"/>
    <w:rPr>
      <w:rFonts w:asciiTheme="majorHAnsi" w:hAnsiTheme="majorHAnsi" w:eastAsiaTheme="majorEastAsia" w:cstheme="majorBidi"/>
      <w:b/>
      <w:bCs/>
      <w:color w:val="8E0022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5A2022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5A2022"/>
  </w:style>
  <w:style w:type="paragraph" w:styleId="Footer">
    <w:name w:val="footer"/>
    <w:basedOn w:val="Normal"/>
    <w:link w:val="FooterChar"/>
    <w:uiPriority w:val="99"/>
    <w:unhideWhenUsed/>
    <w:rsid w:val="005A2022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5A2022"/>
  </w:style>
  <w:style w:type="paragraph" w:styleId="BalloonText">
    <w:name w:val="Balloon Text"/>
    <w:basedOn w:val="Normal"/>
    <w:link w:val="BalloonTextChar"/>
    <w:uiPriority w:val="99"/>
    <w:semiHidden/>
    <w:unhideWhenUsed/>
    <w:rsid w:val="005A2022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A2022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5A2022"/>
  </w:style>
  <w:style w:type="character" w:styleId="CommentReference">
    <w:name w:val="annotation reference"/>
    <w:basedOn w:val="DefaultParagraphFont"/>
    <w:uiPriority w:val="99"/>
    <w:semiHidden/>
    <w:unhideWhenUsed/>
    <w:rsid w:val="001D26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26B8"/>
    <w:pPr>
      <w:spacing w:after="160"/>
    </w:pPr>
    <w:rPr>
      <w:sz w:val="20"/>
      <w:szCs w:val="20"/>
      <w:lang w:val="en-US" w:eastAsia="ja-JP"/>
    </w:rPr>
  </w:style>
  <w:style w:type="character" w:styleId="CommentTextChar" w:customStyle="1">
    <w:name w:val="Comment Text Char"/>
    <w:basedOn w:val="DefaultParagraphFont"/>
    <w:link w:val="CommentText"/>
    <w:uiPriority w:val="99"/>
    <w:rsid w:val="001D26B8"/>
    <w:rPr>
      <w:sz w:val="20"/>
      <w:szCs w:val="20"/>
      <w:lang w:val="en-US" w:eastAsia="ja-JP"/>
    </w:rPr>
  </w:style>
  <w:style w:type="table" w:styleId="TableGrid">
    <w:name w:val="Table Grid"/>
    <w:basedOn w:val="TableNormal"/>
    <w:uiPriority w:val="59"/>
    <w:rsid w:val="0046647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trong">
    <w:name w:val="Strong"/>
    <w:basedOn w:val="DefaultParagraphFont"/>
    <w:uiPriority w:val="22"/>
    <w:qFormat/>
    <w:rsid w:val="00AE15FA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241F"/>
    <w:pPr>
      <w:spacing w:after="0"/>
    </w:pPr>
    <w:rPr>
      <w:b/>
      <w:bCs/>
      <w:lang w:val="en-CA" w:eastAsia="en-US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9241F"/>
    <w:rPr>
      <w:b/>
      <w:bCs/>
      <w:sz w:val="20"/>
      <w:szCs w:val="20"/>
      <w:lang w:val="en-US" w:eastAsia="ja-JP"/>
    </w:rPr>
  </w:style>
  <w:style w:type="paragraph" w:styleId="paragraph" w:customStyle="1">
    <w:name w:val="paragraph"/>
    <w:basedOn w:val="Normal"/>
    <w:rsid w:val="00691A75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en-CA"/>
    </w:rPr>
  </w:style>
  <w:style w:type="character" w:styleId="normaltextrun" w:customStyle="1">
    <w:name w:val="normaltextrun"/>
    <w:basedOn w:val="DefaultParagraphFont"/>
    <w:rsid w:val="00691A75"/>
  </w:style>
  <w:style w:type="character" w:styleId="eop" w:customStyle="1">
    <w:name w:val="eop"/>
    <w:basedOn w:val="DefaultParagraphFont"/>
    <w:rsid w:val="00691A75"/>
  </w:style>
  <w:style w:type="paragraph" w:styleId="ListParagraph">
    <w:name w:val="List Paragraph"/>
    <w:basedOn w:val="Normal"/>
    <w:uiPriority w:val="34"/>
    <w:qFormat/>
    <w:rsid w:val="003C4C3E"/>
    <w:pPr>
      <w:ind w:left="720"/>
      <w:contextualSpacing/>
    </w:pPr>
  </w:style>
  <w:style w:type="character" w:styleId="Heading2Char" w:customStyle="1">
    <w:name w:val="Heading 2 Char"/>
    <w:basedOn w:val="DefaultParagraphFont"/>
    <w:link w:val="Heading2"/>
    <w:uiPriority w:val="9"/>
    <w:semiHidden/>
    <w:rsid w:val="00DC3A77"/>
    <w:rPr>
      <w:rFonts w:asciiTheme="majorHAnsi" w:hAnsiTheme="majorHAnsi" w:eastAsiaTheme="majorEastAsia" w:cstheme="majorBidi"/>
      <w:color w:val="960024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4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4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2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08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2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56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3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95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2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41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9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59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7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7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47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4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98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62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50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7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13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49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3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1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014gc.sharepoint.com/sites/LO_PartieVII-PartVII_OL/CELOOLCE/1.%20Annual%20Dialogue%20Days/2025-2026/Administration/TEMPLATE%20LETTER_ESDC.dotx?OR=81dd2b71-fb82-4b33-ac71-fed46bf0f87a&amp;CID=f467d6a1-5007-a000-9442-e69a5a31792f&amp;CT=1762351631912" TargetMode="External"/></Relationships>
</file>

<file path=word/theme/theme1.xml><?xml version="1.0" encoding="utf-8"?>
<a:theme xmlns:a="http://schemas.openxmlformats.org/drawingml/2006/main" name="ESDC - Colour 1">
  <a:themeElements>
    <a:clrScheme name="ESDC - Colour 1">
      <a:dk1>
        <a:srgbClr val="000000"/>
      </a:dk1>
      <a:lt1>
        <a:sysClr val="window" lastClr="FFFFFF"/>
      </a:lt1>
      <a:dk2>
        <a:srgbClr val="188394"/>
      </a:dk2>
      <a:lt2>
        <a:srgbClr val="96D9DC"/>
      </a:lt2>
      <a:accent1>
        <a:srgbClr val="C90031"/>
      </a:accent1>
      <a:accent2>
        <a:srgbClr val="DE5372"/>
      </a:accent2>
      <a:accent3>
        <a:srgbClr val="4CA28D"/>
      </a:accent3>
      <a:accent4>
        <a:srgbClr val="87C6B6"/>
      </a:accent4>
      <a:accent5>
        <a:srgbClr val="DD5B49"/>
      </a:accent5>
      <a:accent6>
        <a:srgbClr val="E99586"/>
      </a:accent6>
      <a:hlink>
        <a:srgbClr val="0000FF"/>
      </a:hlink>
      <a:folHlink>
        <a:srgbClr val="96D9DC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6B225F5EF9546AB64A814EA414F3D" ma:contentTypeVersion="21" ma:contentTypeDescription="Create a new document." ma:contentTypeScope="" ma:versionID="6bd5e7948877d8332476eeec984099e0">
  <xsd:schema xmlns:xsd="http://www.w3.org/2001/XMLSchema" xmlns:xs="http://www.w3.org/2001/XMLSchema" xmlns:p="http://schemas.microsoft.com/office/2006/metadata/properties" xmlns:ns1="http://schemas.microsoft.com/sharepoint/v3" xmlns:ns2="4737b361-35a6-4908-86d4-6df482422a04" xmlns:ns3="bec98ab0-c939-49a1-bdf8-a824b6abe8d9" xmlns:ns4="f76aaf80-9812-406c-9dd3-ccb851cf3a75" targetNamespace="http://schemas.microsoft.com/office/2006/metadata/properties" ma:root="true" ma:fieldsID="1b373ddf2c4718748ec286a862d8f146" ns1:_="" ns2:_="" ns3:_="" ns4:_="">
    <xsd:import namespace="http://schemas.microsoft.com/sharepoint/v3"/>
    <xsd:import namespace="4737b361-35a6-4908-86d4-6df482422a04"/>
    <xsd:import namespace="bec98ab0-c939-49a1-bdf8-a824b6abe8d9"/>
    <xsd:import namespace="f76aaf80-9812-406c-9dd3-ccb851cf3a75"/>
    <xsd:element name="properties">
      <xsd:complexType>
        <xsd:sequence>
          <xsd:element name="documentManagement">
            <xsd:complexType>
              <xsd:all>
                <xsd:element ref="ns1:EMail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Finalis_x00e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" ma:index="0" nillable="true" ma:displayName="E-Mail" ma:internalName="EMail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7b361-35a6-4908-86d4-6df482422a04" elementFormDefault="qualified">
    <xsd:import namespace="http://schemas.microsoft.com/office/2006/documentManagement/types"/>
    <xsd:import namespace="http://schemas.microsoft.com/office/infopath/2007/PartnerControls"/>
    <xsd:element name="_dlc_DocId" ma:index="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7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8ab0-c939-49a1-bdf8-a824b6abe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fa6f064-5af2-4239-ab23-685642d595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Finalis_x00e9_" ma:index="27" nillable="true" ma:displayName="Finalisé" ma:default="0" ma:description="État du dossier" ma:format="Dropdown" ma:internalName="Finalis_x00e9_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6aaf80-9812-406c-9dd3-ccb851cf3a7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ace3c91-7c3a-4b80-b801-984d3ae42ca9}" ma:internalName="TaxCatchAll" ma:showField="CatchAllData" ma:web="4737b361-35a6-4908-86d4-6df482422a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nalis_x00e9_ xmlns="bec98ab0-c939-49a1-bdf8-a824b6abe8d9">false</Finalis_x00e9_>
    <EMail xmlns="http://schemas.microsoft.com/sharepoint/v3" xsi:nil="true"/>
    <TaxCatchAll xmlns="f76aaf80-9812-406c-9dd3-ccb851cf3a75" xsi:nil="true"/>
    <lcf76f155ced4ddcb4097134ff3c332f xmlns="bec98ab0-c939-49a1-bdf8-a824b6abe8d9">
      <Terms xmlns="http://schemas.microsoft.com/office/infopath/2007/PartnerControls"/>
    </lcf76f155ced4ddcb4097134ff3c332f>
    <_dlc_DocId xmlns="4737b361-35a6-4908-86d4-6df482422a04">XPJTHXDMYTKC-1148532594-24195</_dlc_DocId>
    <_dlc_DocIdUrl xmlns="4737b361-35a6-4908-86d4-6df482422a04">
      <Url>https://014gc.sharepoint.com/sites/LO_PartieVII-PartVII_OL/_layouts/15/DocIdRedir.aspx?ID=XPJTHXDMYTKC-1148532594-24195</Url>
      <Description>XPJTHXDMYTKC-1148532594-24195</Description>
    </_dlc_DocIdUrl>
  </documentManagement>
</p:properties>
</file>

<file path=customXml/itemProps1.xml><?xml version="1.0" encoding="utf-8"?>
<ds:datastoreItem xmlns:ds="http://schemas.openxmlformats.org/officeDocument/2006/customXml" ds:itemID="{B7042B4C-3F85-834D-B186-C5DBDA9B4A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B87C66-5CAC-490C-9EFC-4F313E3D70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737b361-35a6-4908-86d4-6df482422a04"/>
    <ds:schemaRef ds:uri="bec98ab0-c939-49a1-bdf8-a824b6abe8d9"/>
    <ds:schemaRef ds:uri="f76aaf80-9812-406c-9dd3-ccb851cf3a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E47CBA-D7A2-4660-BABE-6E26084A66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692FBE-BA23-4B00-AEDD-5E2D4B573F3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06AACAF-869F-415B-B861-C6C6AA18809B}">
  <ds:schemaRefs>
    <ds:schemaRef ds:uri="http://schemas.microsoft.com/office/2006/metadata/properties"/>
    <ds:schemaRef ds:uri="http://schemas.microsoft.com/office/infopath/2007/PartnerControls"/>
    <ds:schemaRef ds:uri="bec98ab0-c939-49a1-bdf8-a824b6abe8d9"/>
    <ds:schemaRef ds:uri="http://schemas.microsoft.com/sharepoint/v3"/>
    <ds:schemaRef ds:uri="f76aaf80-9812-406c-9dd3-ccb851cf3a75"/>
    <ds:schemaRef ds:uri="4737b361-35a6-4908-86d4-6df482422a04"/>
  </ds:schemaRefs>
</ds:datastoreItem>
</file>

<file path=docMetadata/LabelInfo.xml><?xml version="1.0" encoding="utf-8"?>
<clbl:labelList xmlns:clbl="http://schemas.microsoft.com/office/2020/mipLabelMetadata">
  <clbl:label id="{9ed55846-8a81-4246-acd8-b1a01abfc0d1}" enabled="0" method="" siteId="{9ed55846-8a81-4246-acd8-b1a01abfc0d1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TEMPLATE%20LETTER_ESDC.dotx?OR=81dd2b71-fb82-4b33-ac71-fed46bf0f87a&amp;CID=f467d6a1-5007-a000-9442-e69a5a31792f&amp;CT=1762351631912</ap:Template>
  <ap:Application>Microsoft Word for the web</ap:Application>
  <ap:DocSecurity>0</ap:DocSecurity>
  <ap:ScaleCrop>false</ap:ScaleCrop>
  <ap:Company>HRSDC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Maxwell-Campagna, Katia KM [NC]</dc:creator>
  <keywords/>
  <dc:description/>
  <lastModifiedBy>Maxwell-Campagna, Katia KM [NC]</lastModifiedBy>
  <revision>13</revision>
  <dcterms:created xsi:type="dcterms:W3CDTF">2025-11-05T15:36:00.0000000Z</dcterms:created>
  <dcterms:modified xsi:type="dcterms:W3CDTF">2025-11-07T18:14:06.5523505Z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temRetentionFormula">
    <vt:lpwstr/>
  </property>
  <property fmtid="{D5CDD505-2E9C-101B-9397-08002B2CF9AE}" pid="3" name="_dlc_policyId">
    <vt:lpwstr/>
  </property>
  <property fmtid="{D5CDD505-2E9C-101B-9397-08002B2CF9AE}" pid="4" name="ContentTypeId">
    <vt:lpwstr>0x0101002126B225F5EF9546AB64A814EA414F3D</vt:lpwstr>
  </property>
  <property fmtid="{D5CDD505-2E9C-101B-9397-08002B2CF9AE}" pid="5" name="WorkflowChangePath">
    <vt:lpwstr>7ab30019-3554-4919-b6f6-c90dc74a1bdf,4;</vt:lpwstr>
  </property>
  <property fmtid="{D5CDD505-2E9C-101B-9397-08002B2CF9AE}" pid="6" name="Order">
    <vt:r8>115400</vt:r8>
  </property>
  <property fmtid="{D5CDD505-2E9C-101B-9397-08002B2CF9AE}" pid="7" name="URL">
    <vt:lpwstr/>
  </property>
  <property fmtid="{D5CDD505-2E9C-101B-9397-08002B2CF9AE}" pid="8" name="xd_ProgID">
    <vt:lpwstr/>
  </property>
  <property fmtid="{D5CDD505-2E9C-101B-9397-08002B2CF9AE}" pid="9" name="TemplateUrl">
    <vt:lpwstr/>
  </property>
  <property fmtid="{D5CDD505-2E9C-101B-9397-08002B2CF9AE}" pid="10" name="_dlc_DocIdItemGuid">
    <vt:lpwstr>90affe1f-56e0-4cef-a751-ecd847f39909</vt:lpwstr>
  </property>
  <property fmtid="{D5CDD505-2E9C-101B-9397-08002B2CF9AE}" pid="11" name="MediaServiceImageTags">
    <vt:lpwstr/>
  </property>
</Properties>
</file>